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04" w:rsidRPr="009A1C33" w:rsidRDefault="009A1C33" w:rsidP="009A1C33">
      <w:pPr>
        <w:tabs>
          <w:tab w:val="left" w:pos="1527"/>
          <w:tab w:val="left" w:pos="3985"/>
          <w:tab w:val="left" w:pos="5477"/>
        </w:tabs>
        <w:ind w:left="-601"/>
        <w:jc w:val="center"/>
        <w:rPr>
          <w:b/>
          <w:noProof/>
          <w:lang w:val="en-GB"/>
        </w:rPr>
      </w:pPr>
      <w:r w:rsidRPr="009A1C33">
        <w:rPr>
          <w:b/>
          <w:noProof/>
          <w:lang w:val="en-GB"/>
        </w:rPr>
        <w:t xml:space="preserve">List of Participants forTraining Course on AD Model Builder </w:t>
      </w:r>
      <w:r>
        <w:rPr>
          <w:b/>
          <w:noProof/>
          <w:lang w:val="en-GB"/>
        </w:rPr>
        <w:br/>
      </w:r>
      <w:r w:rsidRPr="009A1C33">
        <w:rPr>
          <w:b/>
          <w:noProof/>
          <w:lang w:val="en-GB"/>
        </w:rPr>
        <w:t xml:space="preserve">and Stock Assessment </w:t>
      </w:r>
      <w:r w:rsidRPr="009A1C33">
        <w:rPr>
          <w:b/>
          <w:noProof/>
          <w:lang w:val="en-GB"/>
        </w:rPr>
        <w:br/>
        <w:t>Atlantic Room 21-25 February 2010</w:t>
      </w:r>
      <w:r>
        <w:rPr>
          <w:b/>
          <w:noProof/>
          <w:lang w:val="en-GB"/>
        </w:rPr>
        <w:br/>
      </w:r>
    </w:p>
    <w:tbl>
      <w:tblPr>
        <w:tblStyle w:val="TableGrid"/>
        <w:tblW w:w="6100" w:type="pct"/>
        <w:tblInd w:w="-601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808080"/>
          <w:insideV w:val="none" w:sz="0" w:space="0" w:color="auto"/>
        </w:tblBorders>
        <w:tblLayout w:type="fixed"/>
        <w:tblLook w:val="05E0"/>
      </w:tblPr>
      <w:tblGrid>
        <w:gridCol w:w="2128"/>
        <w:gridCol w:w="2458"/>
        <w:gridCol w:w="1492"/>
        <w:gridCol w:w="3448"/>
      </w:tblGrid>
      <w:tr w:rsidR="00FA5E04" w:rsidRPr="009A1C33" w:rsidTr="00E74337">
        <w:trPr>
          <w:cantSplit/>
          <w:tblHeader/>
        </w:trPr>
        <w:tc>
          <w:tcPr>
            <w:tcW w:w="1117" w:type="pct"/>
            <w:shd w:val="clear" w:color="auto" w:fill="auto"/>
          </w:tcPr>
          <w:p w:rsidR="00FA5E04" w:rsidRPr="009A1C33" w:rsidRDefault="00FA5E04">
            <w:pPr>
              <w:rPr>
                <w:b/>
                <w:noProof/>
                <w:sz w:val="20"/>
                <w:szCs w:val="20"/>
              </w:rPr>
            </w:pPr>
            <w:r w:rsidRPr="009A1C33">
              <w:rPr>
                <w:b/>
                <w:noProof/>
                <w:sz w:val="20"/>
                <w:szCs w:val="20"/>
              </w:rPr>
              <w:t>Name</w:t>
            </w:r>
          </w:p>
        </w:tc>
        <w:tc>
          <w:tcPr>
            <w:tcW w:w="1290" w:type="pct"/>
            <w:shd w:val="clear" w:color="auto" w:fill="auto"/>
          </w:tcPr>
          <w:p w:rsidR="00FA5E04" w:rsidRPr="009A1C33" w:rsidRDefault="00FA5E04" w:rsidP="0046536E">
            <w:pPr>
              <w:rPr>
                <w:b/>
                <w:noProof/>
                <w:sz w:val="20"/>
                <w:szCs w:val="20"/>
                <w:lang w:val="en-GB"/>
              </w:rPr>
            </w:pPr>
            <w:r w:rsidRPr="009A1C33">
              <w:rPr>
                <w:b/>
                <w:noProof/>
                <w:sz w:val="20"/>
                <w:szCs w:val="20"/>
                <w:lang w:val="en-GB"/>
              </w:rPr>
              <w:t>Address</w:t>
            </w:r>
          </w:p>
        </w:tc>
        <w:tc>
          <w:tcPr>
            <w:tcW w:w="783" w:type="pct"/>
            <w:shd w:val="clear" w:color="auto" w:fill="auto"/>
          </w:tcPr>
          <w:p w:rsidR="00FA5E04" w:rsidRPr="009A1C33" w:rsidRDefault="00FA5E04">
            <w:pPr>
              <w:rPr>
                <w:b/>
                <w:noProof/>
                <w:sz w:val="20"/>
                <w:szCs w:val="20"/>
              </w:rPr>
            </w:pPr>
            <w:r w:rsidRPr="009A1C33">
              <w:rPr>
                <w:b/>
                <w:noProof/>
                <w:sz w:val="20"/>
                <w:szCs w:val="20"/>
              </w:rPr>
              <w:t>Telephone/Fax</w:t>
            </w:r>
          </w:p>
        </w:tc>
        <w:tc>
          <w:tcPr>
            <w:tcW w:w="1810" w:type="pct"/>
            <w:shd w:val="clear" w:color="auto" w:fill="auto"/>
          </w:tcPr>
          <w:p w:rsidR="00FA5E04" w:rsidRPr="009A1C33" w:rsidRDefault="00FA5E04">
            <w:pPr>
              <w:rPr>
                <w:b/>
                <w:noProof/>
                <w:sz w:val="20"/>
                <w:szCs w:val="20"/>
              </w:rPr>
            </w:pPr>
            <w:r w:rsidRPr="009A1C33">
              <w:rPr>
                <w:b/>
                <w:noProof/>
                <w:sz w:val="20"/>
                <w:szCs w:val="20"/>
              </w:rPr>
              <w:t>E-mail</w:t>
            </w:r>
          </w:p>
        </w:tc>
      </w:tr>
      <w:tr w:rsidR="00FA5E04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</w:rPr>
            </w:pPr>
            <w:r w:rsidRPr="00385F4B">
              <w:rPr>
                <w:noProof/>
                <w:sz w:val="20"/>
                <w:szCs w:val="20"/>
              </w:rPr>
              <w:t>Anders Nielsen</w:t>
            </w:r>
            <w:r w:rsidRPr="00385F4B">
              <w:rPr>
                <w:noProof/>
                <w:sz w:val="20"/>
                <w:szCs w:val="20"/>
              </w:rPr>
              <w:br/>
            </w:r>
            <w:r w:rsidRPr="00385F4B">
              <w:rPr>
                <w:b/>
                <w:noProof/>
                <w:sz w:val="20"/>
                <w:szCs w:val="20"/>
              </w:rPr>
              <w:t>Instructor</w:t>
            </w:r>
          </w:p>
        </w:tc>
        <w:tc>
          <w:tcPr>
            <w:tcW w:w="1290" w:type="pct"/>
            <w:shd w:val="clear" w:color="auto" w:fill="auto"/>
          </w:tcPr>
          <w:p w:rsidR="00FA5E04" w:rsidRPr="00385F4B" w:rsidRDefault="00FA5E04" w:rsidP="0046536E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DTU Aqua, National Institute of Aquatic Resources, 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  <w:t xml:space="preserve">Technical University of Denmark, </w:t>
            </w:r>
            <w:r w:rsidR="00BD4EC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Charlottenlund Castle, Jægersborg Allé 1, </w:t>
            </w:r>
            <w:r w:rsidR="00BD4ECB">
              <w:rPr>
                <w:noProof/>
                <w:sz w:val="20"/>
                <w:szCs w:val="20"/>
                <w:lang w:val="en-GB"/>
              </w:rPr>
              <w:br/>
              <w:t>DK-</w:t>
            </w:r>
            <w:r w:rsidRPr="00385F4B">
              <w:rPr>
                <w:noProof/>
                <w:sz w:val="20"/>
                <w:szCs w:val="20"/>
                <w:lang w:val="en-GB"/>
              </w:rPr>
              <w:t>2920 Charlottenlund, Denmark</w:t>
            </w:r>
          </w:p>
        </w:tc>
        <w:tc>
          <w:tcPr>
            <w:tcW w:w="783" w:type="pct"/>
            <w:shd w:val="clear" w:color="auto" w:fill="auto"/>
          </w:tcPr>
          <w:p w:rsidR="00FA5E04" w:rsidRPr="00385F4B" w:rsidRDefault="00FA5E04" w:rsidP="00B92A58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+45 35 88 34 54</w:t>
            </w:r>
          </w:p>
        </w:tc>
        <w:tc>
          <w:tcPr>
            <w:tcW w:w="1810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an@aqua.dtu.dk</w:t>
            </w:r>
          </w:p>
        </w:tc>
      </w:tr>
      <w:tr w:rsidR="00FA5E04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Arni Magnusson,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b/>
                <w:noProof/>
                <w:sz w:val="20"/>
                <w:szCs w:val="20"/>
                <w:lang w:val="en-GB"/>
              </w:rPr>
              <w:t>Instructor</w:t>
            </w:r>
          </w:p>
        </w:tc>
        <w:tc>
          <w:tcPr>
            <w:tcW w:w="1290" w:type="pct"/>
            <w:shd w:val="clear" w:color="auto" w:fill="auto"/>
          </w:tcPr>
          <w:p w:rsidR="00FA5E04" w:rsidRPr="00385F4B" w:rsidRDefault="00FA5E04" w:rsidP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Marine Research Institute, 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  <w:t>Skulagata 4,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  <w:t xml:space="preserve">PO Box 1390, </w:t>
            </w:r>
            <w:r w:rsidR="00B92A58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121 Reykjavik, 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  <w:t>Iceland</w:t>
            </w:r>
          </w:p>
        </w:tc>
        <w:tc>
          <w:tcPr>
            <w:tcW w:w="783" w:type="pct"/>
            <w:shd w:val="clear" w:color="auto" w:fill="auto"/>
          </w:tcPr>
          <w:p w:rsidR="00FA5E04" w:rsidRPr="00385F4B" w:rsidRDefault="00FA5E04" w:rsidP="00B92A58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+354 575 2000</w:t>
            </w:r>
          </w:p>
        </w:tc>
        <w:tc>
          <w:tcPr>
            <w:tcW w:w="1810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arnima@hafro.is</w:t>
            </w:r>
          </w:p>
        </w:tc>
      </w:tr>
      <w:tr w:rsidR="00FA5E04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Søren Anker Pedersen </w:t>
            </w:r>
            <w:r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b/>
                <w:noProof/>
                <w:sz w:val="20"/>
                <w:szCs w:val="20"/>
                <w:lang w:val="en-GB"/>
              </w:rPr>
              <w:t>Coordinator for Training</w:t>
            </w:r>
          </w:p>
        </w:tc>
        <w:tc>
          <w:tcPr>
            <w:tcW w:w="1290" w:type="pct"/>
            <w:shd w:val="clear" w:color="auto" w:fill="auto"/>
          </w:tcPr>
          <w:p w:rsidR="00FA5E04" w:rsidRPr="000F29CD" w:rsidRDefault="00B92A58" w:rsidP="0046536E">
            <w:pPr>
              <w:rPr>
                <w:noProof/>
                <w:sz w:val="20"/>
                <w:szCs w:val="20"/>
              </w:rPr>
            </w:pPr>
            <w:r w:rsidRPr="000F29CD">
              <w:rPr>
                <w:noProof/>
                <w:sz w:val="20"/>
                <w:szCs w:val="20"/>
              </w:rPr>
              <w:t>ICES</w:t>
            </w:r>
          </w:p>
          <w:p w:rsidR="00B92A58" w:rsidRPr="00385F4B" w:rsidRDefault="00B92A58" w:rsidP="00B92A58">
            <w:pPr>
              <w:rPr>
                <w:noProof/>
                <w:sz w:val="20"/>
                <w:szCs w:val="20"/>
              </w:rPr>
            </w:pPr>
            <w:r w:rsidRPr="00385F4B">
              <w:rPr>
                <w:noProof/>
                <w:sz w:val="20"/>
                <w:szCs w:val="20"/>
              </w:rPr>
              <w:t>H.C. Andersens Blvd 44-46</w:t>
            </w:r>
            <w:r w:rsidRPr="00385F4B">
              <w:rPr>
                <w:noProof/>
                <w:sz w:val="20"/>
                <w:szCs w:val="20"/>
              </w:rPr>
              <w:br/>
              <w:t>DK-1553 Copenhagen V</w:t>
            </w:r>
            <w:r w:rsidRPr="00385F4B">
              <w:rPr>
                <w:noProof/>
                <w:sz w:val="20"/>
                <w:szCs w:val="20"/>
              </w:rPr>
              <w:br/>
              <w:t>Denmark</w:t>
            </w:r>
          </w:p>
        </w:tc>
        <w:tc>
          <w:tcPr>
            <w:tcW w:w="783" w:type="pct"/>
            <w:shd w:val="clear" w:color="auto" w:fill="auto"/>
          </w:tcPr>
          <w:p w:rsidR="00FA5E04" w:rsidRPr="00385F4B" w:rsidRDefault="00FA5E04" w:rsidP="00B92A58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+45 33 38 67 52</w:t>
            </w:r>
          </w:p>
        </w:tc>
        <w:tc>
          <w:tcPr>
            <w:tcW w:w="1810" w:type="pct"/>
            <w:shd w:val="clear" w:color="auto" w:fill="auto"/>
          </w:tcPr>
          <w:p w:rsidR="00FA5E04" w:rsidRPr="00385F4B" w:rsidRDefault="00FA5E04">
            <w:pPr>
              <w:rPr>
                <w:noProof/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training@ices.dk</w:t>
            </w:r>
          </w:p>
        </w:tc>
      </w:tr>
      <w:tr w:rsidR="000F29CD" w:rsidRPr="000F29CD" w:rsidTr="00E74337">
        <w:trPr>
          <w:cantSplit/>
        </w:trPr>
        <w:tc>
          <w:tcPr>
            <w:tcW w:w="1117" w:type="pct"/>
            <w:shd w:val="clear" w:color="auto" w:fill="auto"/>
          </w:tcPr>
          <w:p w:rsidR="000F29CD" w:rsidRPr="00385F4B" w:rsidRDefault="000F29CD">
            <w:pPr>
              <w:rPr>
                <w:noProof/>
                <w:sz w:val="20"/>
                <w:szCs w:val="20"/>
                <w:lang w:val="en-GB"/>
              </w:rPr>
            </w:pPr>
            <w:r>
              <w:rPr>
                <w:noProof/>
                <w:sz w:val="20"/>
                <w:szCs w:val="20"/>
                <w:lang w:val="en-GB"/>
              </w:rPr>
              <w:t>Luis Radao Cruz</w:t>
            </w:r>
          </w:p>
        </w:tc>
        <w:tc>
          <w:tcPr>
            <w:tcW w:w="1290" w:type="pct"/>
            <w:shd w:val="clear" w:color="auto" w:fill="auto"/>
          </w:tcPr>
          <w:p w:rsidR="000F29CD" w:rsidRDefault="000F29CD" w:rsidP="00B92A58">
            <w:pPr>
              <w:rPr>
                <w:noProof/>
                <w:sz w:val="20"/>
                <w:szCs w:val="20"/>
                <w:lang w:val="en-GB"/>
              </w:rPr>
            </w:pPr>
            <w:r w:rsidRPr="000F29CD">
              <w:rPr>
                <w:noProof/>
                <w:sz w:val="20"/>
                <w:szCs w:val="20"/>
                <w:lang w:val="en-GB"/>
              </w:rPr>
              <w:t>Faroe Marine Research Institute</w:t>
            </w:r>
          </w:p>
          <w:p w:rsidR="000F29CD" w:rsidRDefault="000F29CD" w:rsidP="00B92A58">
            <w:pPr>
              <w:rPr>
                <w:noProof/>
                <w:sz w:val="20"/>
                <w:szCs w:val="20"/>
                <w:lang w:val="en-GB"/>
              </w:rPr>
            </w:pPr>
            <w:r w:rsidRPr="000F29CD">
              <w:rPr>
                <w:noProof/>
                <w:sz w:val="20"/>
                <w:szCs w:val="20"/>
                <w:lang w:val="en-GB"/>
              </w:rPr>
              <w:t>Fisheries Department</w:t>
            </w:r>
          </w:p>
          <w:p w:rsidR="000F29CD" w:rsidRPr="00385F4B" w:rsidRDefault="000F29CD" w:rsidP="000F29CD">
            <w:pPr>
              <w:rPr>
                <w:noProof/>
                <w:sz w:val="20"/>
                <w:szCs w:val="20"/>
                <w:lang w:val="en-GB"/>
              </w:rPr>
            </w:pPr>
            <w:r w:rsidRPr="000F29CD">
              <w:rPr>
                <w:noProof/>
                <w:sz w:val="20"/>
                <w:szCs w:val="20"/>
                <w:lang w:val="en-GB"/>
              </w:rPr>
              <w:t xml:space="preserve">PO-Box 3051 </w:t>
            </w:r>
            <w:r>
              <w:rPr>
                <w:noProof/>
                <w:sz w:val="20"/>
                <w:szCs w:val="20"/>
                <w:lang w:val="en-GB"/>
              </w:rPr>
              <w:br/>
            </w:r>
            <w:r w:rsidRPr="000F29CD">
              <w:rPr>
                <w:noProof/>
                <w:sz w:val="20"/>
                <w:szCs w:val="20"/>
                <w:lang w:val="en-GB"/>
              </w:rPr>
              <w:t>Nóatún 1</w:t>
            </w:r>
            <w:r>
              <w:rPr>
                <w:noProof/>
                <w:sz w:val="20"/>
                <w:szCs w:val="20"/>
                <w:lang w:val="en-GB"/>
              </w:rPr>
              <w:br/>
            </w:r>
            <w:r w:rsidRPr="000F29CD">
              <w:rPr>
                <w:noProof/>
                <w:sz w:val="20"/>
                <w:szCs w:val="20"/>
                <w:lang w:val="en-GB"/>
              </w:rPr>
              <w:t>FO-110 Tórshavn</w:t>
            </w:r>
            <w:r>
              <w:rPr>
                <w:noProof/>
                <w:sz w:val="20"/>
                <w:szCs w:val="20"/>
                <w:lang w:val="en-GB"/>
              </w:rPr>
              <w:br/>
            </w:r>
            <w:r w:rsidRPr="000F29CD">
              <w:rPr>
                <w:noProof/>
                <w:sz w:val="20"/>
                <w:szCs w:val="20"/>
                <w:lang w:val="en-GB"/>
              </w:rPr>
              <w:t>Faroe Islands</w:t>
            </w:r>
          </w:p>
        </w:tc>
        <w:tc>
          <w:tcPr>
            <w:tcW w:w="783" w:type="pct"/>
            <w:shd w:val="clear" w:color="auto" w:fill="auto"/>
          </w:tcPr>
          <w:p w:rsidR="000F29CD" w:rsidRPr="00385F4B" w:rsidRDefault="000F29CD" w:rsidP="000F29CD">
            <w:pPr>
              <w:rPr>
                <w:noProof/>
                <w:sz w:val="20"/>
                <w:szCs w:val="20"/>
                <w:lang w:val="en-GB"/>
              </w:rPr>
            </w:pPr>
            <w:r w:rsidRPr="000F29CD">
              <w:rPr>
                <w:noProof/>
                <w:sz w:val="20"/>
                <w:szCs w:val="20"/>
                <w:lang w:val="en-GB"/>
              </w:rPr>
              <w:t>+298 353900</w:t>
            </w:r>
          </w:p>
        </w:tc>
        <w:tc>
          <w:tcPr>
            <w:tcW w:w="1810" w:type="pct"/>
            <w:shd w:val="clear" w:color="auto" w:fill="auto"/>
          </w:tcPr>
          <w:p w:rsidR="000F29CD" w:rsidRPr="00385F4B" w:rsidRDefault="000F29CD" w:rsidP="000F29CD">
            <w:pPr>
              <w:rPr>
                <w:noProof/>
                <w:sz w:val="20"/>
                <w:szCs w:val="20"/>
                <w:lang w:val="en-GB"/>
              </w:rPr>
            </w:pPr>
            <w:r w:rsidRPr="000F29CD">
              <w:rPr>
                <w:noProof/>
                <w:sz w:val="20"/>
                <w:szCs w:val="20"/>
                <w:lang w:val="en-GB"/>
              </w:rPr>
              <w:t>luisr@hav.fo</w:t>
            </w:r>
          </w:p>
        </w:tc>
      </w:tr>
      <w:tr w:rsidR="00CF32C2" w:rsidRPr="00034D9D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Peter Stephenson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B92A58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Western Australian Fisheries &amp; Marine Research Laboratories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Department of Fisheries,</w:t>
            </w:r>
            <w:r w:rsidR="00B92A58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Research Division Section: Stock Assessment and Data Analysis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PO Box 20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North Beach W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t>A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 Australia 6920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+61 8 92030111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peter.stephenson@fish.wa.gov.au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Maria Venetia Apostolopoulou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Vruje University of Brusells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Analytical and Environmental Chemistry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Pleinlaan 2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1050 Elsene,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Brussels 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Belgium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+32 495907993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bapostolopoulou@yahoo.com</w:t>
            </w:r>
          </w:p>
        </w:tc>
      </w:tr>
      <w:tr w:rsidR="00CF32C2" w:rsidRPr="00034D9D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Renzo Tascheri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for Fisheries Development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Department of Resource Assessment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Avenida Blanco N°839 Valparaiso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Chile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56-32-2151617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D5D7C">
            <w:pPr>
              <w:rPr>
                <w:noProof/>
                <w:sz w:val="20"/>
                <w:szCs w:val="20"/>
                <w:lang w:val="en-GB"/>
              </w:rPr>
            </w:pPr>
            <w:hyperlink r:id="rId4" w:history="1">
              <w:r w:rsidR="0046536E" w:rsidRPr="00385F4B">
                <w:rPr>
                  <w:rStyle w:val="Hyperlink"/>
                  <w:noProof/>
                  <w:sz w:val="20"/>
                  <w:szCs w:val="20"/>
                  <w:lang w:val="en-GB"/>
                </w:rPr>
                <w:t>renzo.tascheri@ifop.cl</w:t>
              </w:r>
            </w:hyperlink>
          </w:p>
          <w:p w:rsidR="0046536E" w:rsidRPr="00385F4B" w:rsidRDefault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(www.ifop.cl)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lastRenderedPageBreak/>
              <w:t>Margit Eero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83232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Technical University of Denmark, National Institute of Aquatic Resources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Fisheries Management Systems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DTU-Aqua 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Charlottenlund Castle</w:t>
            </w:r>
            <w:r w:rsidR="0083232E">
              <w:rPr>
                <w:noProof/>
                <w:sz w:val="20"/>
                <w:szCs w:val="20"/>
                <w:lang w:val="en-GB"/>
              </w:rPr>
              <w:br/>
              <w:t>DK-</w:t>
            </w:r>
            <w:r w:rsidRPr="00385F4B">
              <w:rPr>
                <w:noProof/>
                <w:sz w:val="20"/>
                <w:szCs w:val="20"/>
                <w:lang w:val="en-GB"/>
              </w:rPr>
              <w:t>2920 Charlottenlund</w:t>
            </w:r>
            <w:r w:rsidR="0083232E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Denmark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4535883318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mee@aqua.dtu.dk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Teunis Jansen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DTU AQUA - National Institute of Aquatic Resources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Technical University of Denmark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385F4B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Section for Ocean Ecology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Charlottenlund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t>C</w:t>
            </w:r>
            <w:r w:rsidRPr="00385F4B">
              <w:rPr>
                <w:noProof/>
                <w:sz w:val="20"/>
                <w:szCs w:val="20"/>
                <w:lang w:val="en-GB"/>
              </w:rPr>
              <w:t>astle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DK 2920 Charlottenlund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  <w:t>Demmark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+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45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613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08828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tej@aqua.dtu.dk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46536E" w:rsidP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Michel Bertignac 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83232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Ifremer (Brest)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STH/LBH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BP 70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29280 Plouzané</w:t>
            </w:r>
            <w:r w:rsidR="0083232E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France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+33 (0)2 98 22 45 25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michel.bertignac@ifremer.fr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Jens Floeter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83232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University of Hamburg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Institute for Hydrobiology and Fisheries Science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Institute for Hydrobiology and Fisheries Science University of Hamburg</w:t>
            </w:r>
            <w:r w:rsidR="0083232E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Olbersweg 24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22767 Hamburg</w:t>
            </w:r>
            <w:r w:rsidR="0083232E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Germany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+49 (0)40 42838 6611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jfloeter@uni-hamburg.de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Cóilín Minto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46536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Galway-Mayo Institute of Technology 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  <w:t>Marine and Freshwater Research Centre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Dublin Road,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Galway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Ireland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3,5309174251e+011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Coilin.Minto@gmit.ie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David Miller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FA5E04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Wageningen IMARES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46536E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Visserij Department (Fisheries)</w:t>
            </w:r>
            <w:r w:rsidR="0046536E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Haringkade 1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1976 CP IJmuiden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  <w:t>T</w:t>
            </w:r>
            <w:r w:rsidRPr="00385F4B">
              <w:rPr>
                <w:noProof/>
                <w:sz w:val="20"/>
                <w:szCs w:val="20"/>
                <w:lang w:val="en-GB"/>
              </w:rPr>
              <w:t>he Netherlands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31317485369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david.miller@wur.nl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Benjamin Planque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of Marine Research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Deepwater resources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Postboks 6404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  <w:t>N-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9294 Tromsø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4777609721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benjamin.planque@imr.no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Carsten Hvingel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IMR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Bottom habitats and shellfish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Sykehusvegen 23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t>N-9</w:t>
            </w:r>
            <w:r w:rsidRPr="00385F4B">
              <w:rPr>
                <w:noProof/>
                <w:sz w:val="20"/>
                <w:szCs w:val="20"/>
                <w:lang w:val="en-GB"/>
              </w:rPr>
              <w:t>294 Tromsø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carsten.hvingel@imr.no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lastRenderedPageBreak/>
              <w:t>Ulf Lindstrøm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FA5E04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of Marine Research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Postbox 6404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  <w:t>N-</w:t>
            </w:r>
            <w:r w:rsidRPr="00385F4B">
              <w:rPr>
                <w:noProof/>
                <w:sz w:val="20"/>
                <w:szCs w:val="20"/>
                <w:lang w:val="en-GB"/>
              </w:rPr>
              <w:t>9294 Tromsø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4777609728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ulf.lindstroem@imr.no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Sam Subbey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83232E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of Marine Research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</w:t>
            </w:r>
            <w:r w:rsidR="0083232E">
              <w:rPr>
                <w:noProof/>
                <w:sz w:val="20"/>
                <w:szCs w:val="20"/>
                <w:lang w:val="en-GB"/>
              </w:rPr>
              <w:t>ostboks</w:t>
            </w:r>
            <w:r w:rsidRPr="00385F4B">
              <w:rPr>
                <w:noProof/>
                <w:sz w:val="20"/>
                <w:szCs w:val="20"/>
                <w:lang w:val="en-GB"/>
              </w:rPr>
              <w:t>-1870</w:t>
            </w:r>
            <w:r w:rsidR="0083232E">
              <w:rPr>
                <w:noProof/>
                <w:sz w:val="20"/>
                <w:szCs w:val="20"/>
                <w:lang w:val="en-GB"/>
              </w:rPr>
              <w:t xml:space="preserve"> Nordnes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N-5817 Bergen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4792400737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samuels@imr.no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Elvar H. Hallfredsson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Intitute of Marine Research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Postboks 6404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  <w:t>N-</w:t>
            </w:r>
            <w:r w:rsidRPr="00385F4B">
              <w:rPr>
                <w:noProof/>
                <w:sz w:val="20"/>
                <w:szCs w:val="20"/>
                <w:lang w:val="en-GB"/>
              </w:rPr>
              <w:t>9019 Tromsø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+47 92 60 97 45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elvarh@imr.no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Jennifer Devine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FA5E04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IMR</w:t>
            </w:r>
            <w:r w:rsid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Population genetics and ecology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 xml:space="preserve">PO Box 1825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  <w:t xml:space="preserve">N-5816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 xml:space="preserve">Bergen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  <w:t>N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4790259201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</w:rPr>
            </w:pPr>
            <w:r w:rsidRPr="00385F4B">
              <w:rPr>
                <w:noProof/>
                <w:sz w:val="20"/>
                <w:szCs w:val="20"/>
              </w:rPr>
              <w:t>ja.devine@ymail.com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</w:rPr>
            </w:pPr>
            <w:r w:rsidRPr="00385F4B">
              <w:rPr>
                <w:noProof/>
                <w:sz w:val="20"/>
                <w:szCs w:val="20"/>
              </w:rPr>
              <w:t>Knut Korsbrekke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of Marine Research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Demersal section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P.O. Box 1870 Nordnes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  <w:t>N-5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817 Bergen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+47 55 23 86 38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knutk@imr.no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Gjert Endre Dingsør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FA5E04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Institute of Marine Research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Demersal section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P.O. Box 1870 Nordnes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t>N-</w:t>
            </w:r>
            <w:r w:rsidRPr="00385F4B">
              <w:rPr>
                <w:noProof/>
                <w:sz w:val="20"/>
                <w:szCs w:val="20"/>
                <w:lang w:val="en-GB"/>
              </w:rPr>
              <w:t>5817 Bergen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Norway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+47 55 23 86 72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gjerted@imr.no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Jan Horbowy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FA5E04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Sea Fisheries Institute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Department of Fishery Resources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Kollataja 1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81-332 Gdynia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Poland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+48 609421687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horbowy@mir.gdynia.pl</w:t>
            </w:r>
          </w:p>
        </w:tc>
      </w:tr>
      <w:tr w:rsidR="00CF32C2" w:rsidRPr="00034D9D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Helena Geromont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University of Cape Town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Department of Mathematics and Applied Mathematics MARAM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(Marine Assessment and Management Group)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Private Bag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Rondebosch 7701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South Africa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27216503655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Helena.Geromont@uct.ac.za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Paul Fernandes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Marine Scotland - Science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Marine Ecosystems / Sea Fisheries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Marine Laboratory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PO Box 101 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375 Victoria Rd </w:t>
            </w:r>
            <w:r w:rsid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Aberdeen AB11 9DB Scotland</w:t>
            </w:r>
            <w:r w:rsidR="00385F4B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UK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385F4B" w:rsidP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 xml:space="preserve">+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44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1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224</w:t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 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2954e+011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fernandespg@marlab.ac.uk</w:t>
            </w:r>
          </w:p>
        </w:tc>
      </w:tr>
      <w:tr w:rsidR="00CF32C2" w:rsidRPr="00385F4B" w:rsidTr="00E74337">
        <w:trPr>
          <w:cantSplit/>
        </w:trPr>
        <w:tc>
          <w:tcPr>
            <w:tcW w:w="1117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Ignacio Paya</w:t>
            </w:r>
          </w:p>
        </w:tc>
        <w:tc>
          <w:tcPr>
            <w:tcW w:w="1290" w:type="pct"/>
            <w:shd w:val="clear" w:color="auto" w:fill="auto"/>
          </w:tcPr>
          <w:p w:rsidR="00CF32C2" w:rsidRPr="00385F4B" w:rsidRDefault="00CF32C2" w:rsidP="00FA5E04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Chilean Fisheries Development Institute</w:t>
            </w:r>
            <w:r w:rsidRPr="00385F4B">
              <w:rPr>
                <w:sz w:val="20"/>
                <w:szCs w:val="20"/>
                <w:lang w:val="en-GB"/>
              </w:rPr>
              <w:t xml:space="preserve"> </w:t>
            </w:r>
            <w:r w:rsidR="00FA5E04" w:rsidRPr="00385F4B">
              <w:rPr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Stock Assessment Department / Fisheries Research Division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Blanco 839, </w:t>
            </w:r>
            <w:r w:rsid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 xml:space="preserve">Valparaiso, </w:t>
            </w:r>
            <w:r w:rsidR="00FA5E04" w:rsidRPr="00385F4B">
              <w:rPr>
                <w:noProof/>
                <w:sz w:val="20"/>
                <w:szCs w:val="20"/>
                <w:lang w:val="en-GB"/>
              </w:rPr>
              <w:br/>
            </w:r>
            <w:r w:rsidRPr="00385F4B">
              <w:rPr>
                <w:noProof/>
                <w:sz w:val="20"/>
                <w:szCs w:val="20"/>
                <w:lang w:val="en-GB"/>
              </w:rPr>
              <w:t>Chile</w:t>
            </w:r>
          </w:p>
        </w:tc>
        <w:tc>
          <w:tcPr>
            <w:tcW w:w="783" w:type="pct"/>
            <w:shd w:val="clear" w:color="auto" w:fill="auto"/>
          </w:tcPr>
          <w:p w:rsidR="00CF32C2" w:rsidRPr="00385F4B" w:rsidRDefault="00385F4B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+</w:t>
            </w:r>
            <w:r w:rsidR="00CF32C2" w:rsidRPr="00385F4B">
              <w:rPr>
                <w:noProof/>
                <w:sz w:val="20"/>
                <w:szCs w:val="20"/>
                <w:lang w:val="en-GB"/>
              </w:rPr>
              <w:t>56-32-2151500</w:t>
            </w:r>
          </w:p>
        </w:tc>
        <w:tc>
          <w:tcPr>
            <w:tcW w:w="1810" w:type="pct"/>
            <w:shd w:val="clear" w:color="auto" w:fill="auto"/>
          </w:tcPr>
          <w:p w:rsidR="00CF32C2" w:rsidRPr="00385F4B" w:rsidRDefault="00CF32C2">
            <w:pPr>
              <w:rPr>
                <w:sz w:val="20"/>
                <w:szCs w:val="20"/>
                <w:lang w:val="en-GB"/>
              </w:rPr>
            </w:pPr>
            <w:r w:rsidRPr="00385F4B">
              <w:rPr>
                <w:noProof/>
                <w:sz w:val="20"/>
                <w:szCs w:val="20"/>
                <w:lang w:val="en-GB"/>
              </w:rPr>
              <w:t>ignacio.paya@ifop.cl</w:t>
            </w:r>
          </w:p>
        </w:tc>
      </w:tr>
      <w:tr w:rsidR="002C7762" w:rsidRPr="002C7762" w:rsidTr="00E74337">
        <w:trPr>
          <w:cantSplit/>
        </w:trPr>
        <w:tc>
          <w:tcPr>
            <w:tcW w:w="1117" w:type="pct"/>
            <w:shd w:val="clear" w:color="auto" w:fill="auto"/>
          </w:tcPr>
          <w:p w:rsidR="002C7762" w:rsidRPr="00385F4B" w:rsidRDefault="002C7762" w:rsidP="002C7762">
            <w:pPr>
              <w:rPr>
                <w:noProof/>
                <w:sz w:val="20"/>
                <w:szCs w:val="20"/>
                <w:lang w:val="en-GB"/>
              </w:rPr>
            </w:pPr>
            <w:r w:rsidRPr="002C7762">
              <w:rPr>
                <w:noProof/>
                <w:sz w:val="20"/>
                <w:szCs w:val="20"/>
                <w:lang w:val="en-GB"/>
              </w:rPr>
              <w:t>Chato Osio</w:t>
            </w:r>
          </w:p>
        </w:tc>
        <w:tc>
          <w:tcPr>
            <w:tcW w:w="1290" w:type="pct"/>
            <w:shd w:val="clear" w:color="auto" w:fill="auto"/>
          </w:tcPr>
          <w:p w:rsidR="002C7762" w:rsidRPr="00A93EE5" w:rsidRDefault="00A93EE5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A93EE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CNR - National Research Council Institute for Coastal Marine Environment (IAMC)</w:t>
            </w:r>
            <w:r w:rsidRPr="00A93EE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br/>
              <w:t>via L. Vaccara 61</w:t>
            </w:r>
            <w:r w:rsidRPr="00A93EE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br/>
              <w:t xml:space="preserve"> 91026 Mazara del Vallo</w:t>
            </w:r>
            <w:r w:rsidRPr="00A93EE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br/>
              <w:t>Italy</w:t>
            </w:r>
          </w:p>
        </w:tc>
        <w:tc>
          <w:tcPr>
            <w:tcW w:w="783" w:type="pct"/>
            <w:shd w:val="clear" w:color="auto" w:fill="auto"/>
          </w:tcPr>
          <w:p w:rsidR="002C7762" w:rsidRPr="00385F4B" w:rsidRDefault="002C7762">
            <w:pPr>
              <w:rPr>
                <w:noProof/>
                <w:sz w:val="20"/>
                <w:szCs w:val="20"/>
                <w:lang w:val="en-GB"/>
              </w:rPr>
            </w:pPr>
            <w:r w:rsidRPr="002C7762">
              <w:rPr>
                <w:noProof/>
                <w:sz w:val="20"/>
                <w:szCs w:val="20"/>
                <w:lang w:val="en-GB"/>
              </w:rPr>
              <w:t>++39 333 2076073</w:t>
            </w:r>
          </w:p>
        </w:tc>
        <w:tc>
          <w:tcPr>
            <w:tcW w:w="1810" w:type="pct"/>
            <w:shd w:val="clear" w:color="auto" w:fill="auto"/>
          </w:tcPr>
          <w:p w:rsidR="002C7762" w:rsidRPr="00A93EE5" w:rsidRDefault="002C7762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A93EE5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c.osio@unh.edu</w:t>
            </w:r>
          </w:p>
        </w:tc>
      </w:tr>
      <w:tr w:rsidR="00136D2C" w:rsidRPr="00136D2C" w:rsidTr="00E74337">
        <w:trPr>
          <w:cantSplit/>
        </w:trPr>
        <w:tc>
          <w:tcPr>
            <w:tcW w:w="1117" w:type="pct"/>
            <w:shd w:val="clear" w:color="auto" w:fill="auto"/>
          </w:tcPr>
          <w:p w:rsidR="00136D2C" w:rsidRPr="002C7762" w:rsidRDefault="00136D2C" w:rsidP="002C7762">
            <w:pPr>
              <w:rPr>
                <w:noProof/>
                <w:sz w:val="20"/>
                <w:szCs w:val="20"/>
                <w:lang w:val="en-GB"/>
              </w:rPr>
            </w:pPr>
            <w:r w:rsidRPr="00136D2C">
              <w:rPr>
                <w:noProof/>
                <w:sz w:val="20"/>
                <w:szCs w:val="20"/>
                <w:lang w:val="en-GB"/>
              </w:rPr>
              <w:t>JC Quiroz</w:t>
            </w:r>
          </w:p>
        </w:tc>
        <w:tc>
          <w:tcPr>
            <w:tcW w:w="1290" w:type="pct"/>
            <w:shd w:val="clear" w:color="auto" w:fill="auto"/>
          </w:tcPr>
          <w:p w:rsidR="00136D2C" w:rsidRDefault="00136D2C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136D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Instituto de Fomento Pesquero</w:t>
            </w:r>
          </w:p>
          <w:p w:rsidR="00136D2C" w:rsidRDefault="00136D2C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136D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Departamento de Evaluación de Recursos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br/>
            </w:r>
            <w:r w:rsidRPr="00136D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 xml:space="preserve">Avenida Blanco 839, Valparaíso. </w:t>
            </w:r>
          </w:p>
          <w:p w:rsidR="00136D2C" w:rsidRPr="00A93EE5" w:rsidRDefault="00136D2C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136D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Chile.</w:t>
            </w:r>
          </w:p>
        </w:tc>
        <w:tc>
          <w:tcPr>
            <w:tcW w:w="783" w:type="pct"/>
            <w:shd w:val="clear" w:color="auto" w:fill="auto"/>
          </w:tcPr>
          <w:p w:rsidR="00136D2C" w:rsidRPr="00136D2C" w:rsidRDefault="00FF6A37" w:rsidP="00B23F78">
            <w:pPr>
              <w:rPr>
                <w:noProof/>
                <w:sz w:val="20"/>
                <w:szCs w:val="20"/>
                <w:lang w:val="en-GB"/>
              </w:rPr>
            </w:pPr>
            <w:r>
              <w:rPr>
                <w:noProof/>
                <w:sz w:val="20"/>
                <w:szCs w:val="20"/>
                <w:lang w:val="en-GB"/>
              </w:rPr>
              <w:t>+</w:t>
            </w:r>
            <w:r w:rsidR="00B23F78" w:rsidRPr="00B23F78">
              <w:rPr>
                <w:noProof/>
                <w:sz w:val="20"/>
                <w:szCs w:val="20"/>
                <w:lang w:val="en-GB"/>
              </w:rPr>
              <w:t>56-32-2151418</w:t>
            </w:r>
          </w:p>
        </w:tc>
        <w:tc>
          <w:tcPr>
            <w:tcW w:w="1810" w:type="pct"/>
            <w:shd w:val="clear" w:color="auto" w:fill="auto"/>
          </w:tcPr>
          <w:p w:rsidR="00136D2C" w:rsidRPr="00A93EE5" w:rsidRDefault="00136D2C" w:rsidP="00136D2C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136D2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jquiroz@ifop.cl</w:t>
            </w:r>
          </w:p>
        </w:tc>
      </w:tr>
      <w:tr w:rsidR="00FF6A37" w:rsidRPr="00FF6A37" w:rsidTr="00E74337">
        <w:trPr>
          <w:cantSplit/>
        </w:trPr>
        <w:tc>
          <w:tcPr>
            <w:tcW w:w="1117" w:type="pct"/>
            <w:shd w:val="clear" w:color="auto" w:fill="auto"/>
          </w:tcPr>
          <w:p w:rsidR="00FF6A37" w:rsidRPr="00136D2C" w:rsidRDefault="00FF6A37" w:rsidP="00FF6A37">
            <w:pPr>
              <w:rPr>
                <w:noProof/>
                <w:sz w:val="20"/>
                <w:szCs w:val="20"/>
                <w:lang w:val="en-GB"/>
              </w:rPr>
            </w:pPr>
            <w:r w:rsidRPr="00FF6A37">
              <w:rPr>
                <w:noProof/>
                <w:sz w:val="20"/>
                <w:szCs w:val="20"/>
                <w:lang w:val="en-GB"/>
              </w:rPr>
              <w:t>Francisco Javier Contreras</w:t>
            </w:r>
          </w:p>
        </w:tc>
        <w:tc>
          <w:tcPr>
            <w:tcW w:w="1290" w:type="pct"/>
            <w:shd w:val="clear" w:color="auto" w:fill="auto"/>
          </w:tcPr>
          <w:p w:rsidR="00FF6A37" w:rsidRDefault="00FF6A37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FF6A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Instito de fomento pesquero (IFOP)</w:t>
            </w:r>
          </w:p>
          <w:p w:rsidR="00FF6A37" w:rsidRDefault="00FF6A37" w:rsidP="00A93EE5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FF6A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Department of evaluation the resources</w:t>
            </w:r>
          </w:p>
          <w:p w:rsidR="00FF6A37" w:rsidRPr="00136D2C" w:rsidRDefault="00FF6A37" w:rsidP="00FF6A37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 xml:space="preserve">Avenida </w:t>
            </w:r>
            <w:r w:rsidRPr="00FF6A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Blanco 839 Valparaiso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br/>
            </w:r>
            <w:r w:rsidRPr="00FF6A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Chile</w:t>
            </w:r>
          </w:p>
        </w:tc>
        <w:tc>
          <w:tcPr>
            <w:tcW w:w="783" w:type="pct"/>
            <w:shd w:val="clear" w:color="auto" w:fill="auto"/>
          </w:tcPr>
          <w:p w:rsidR="00FF6A37" w:rsidRPr="00FF6A37" w:rsidRDefault="00FF6A37" w:rsidP="00FF6A37">
            <w:pPr>
              <w:rPr>
                <w:noProof/>
                <w:sz w:val="20"/>
                <w:szCs w:val="20"/>
                <w:lang w:val="en-GB"/>
              </w:rPr>
            </w:pPr>
            <w:r w:rsidRPr="00FF6A37">
              <w:rPr>
                <w:noProof/>
                <w:sz w:val="20"/>
                <w:szCs w:val="20"/>
                <w:lang w:val="en-GB"/>
              </w:rPr>
              <w:t>+56 32 2151447</w:t>
            </w:r>
          </w:p>
        </w:tc>
        <w:tc>
          <w:tcPr>
            <w:tcW w:w="1810" w:type="pct"/>
            <w:shd w:val="clear" w:color="auto" w:fill="auto"/>
          </w:tcPr>
          <w:p w:rsidR="00FF6A37" w:rsidRPr="00136D2C" w:rsidRDefault="00FF6A37" w:rsidP="00FF6A37">
            <w:pPr>
              <w:pStyle w:val="PlainText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</w:pPr>
            <w:r w:rsidRPr="00FF6A3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da-DK"/>
              </w:rPr>
              <w:t>francisco.contreras@ifop.cl</w:t>
            </w:r>
          </w:p>
        </w:tc>
      </w:tr>
    </w:tbl>
    <w:p w:rsidR="00CF32C2" w:rsidRPr="00FA5E04" w:rsidRDefault="00CF32C2">
      <w:pPr>
        <w:rPr>
          <w:lang w:val="en-GB"/>
        </w:rPr>
      </w:pPr>
    </w:p>
    <w:sectPr w:rsidR="00CF32C2" w:rsidRPr="00FA5E04" w:rsidSect="008548D0">
      <w:pgSz w:w="11906" w:h="16838" w:code="9"/>
      <w:pgMar w:top="1440" w:right="1797" w:bottom="1440" w:left="25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attachedTemplate r:id="rId1"/>
  <w:stylePaneFormatFilter w:val="3F01"/>
  <w:doNotTrackMoves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F51"/>
    <w:rsid w:val="0001091A"/>
    <w:rsid w:val="00023741"/>
    <w:rsid w:val="00034D9D"/>
    <w:rsid w:val="00040653"/>
    <w:rsid w:val="000429F7"/>
    <w:rsid w:val="0004572E"/>
    <w:rsid w:val="00071D43"/>
    <w:rsid w:val="00084E2A"/>
    <w:rsid w:val="000A27A7"/>
    <w:rsid w:val="000A419D"/>
    <w:rsid w:val="000B7CCC"/>
    <w:rsid w:val="000E67D2"/>
    <w:rsid w:val="000F29CD"/>
    <w:rsid w:val="0010447C"/>
    <w:rsid w:val="001149B3"/>
    <w:rsid w:val="001149EE"/>
    <w:rsid w:val="00116FE1"/>
    <w:rsid w:val="00122565"/>
    <w:rsid w:val="00136D2C"/>
    <w:rsid w:val="0013708E"/>
    <w:rsid w:val="00154948"/>
    <w:rsid w:val="00173C1B"/>
    <w:rsid w:val="00183BAD"/>
    <w:rsid w:val="00184290"/>
    <w:rsid w:val="0018481D"/>
    <w:rsid w:val="001B3E7A"/>
    <w:rsid w:val="001C7C98"/>
    <w:rsid w:val="001D7C1F"/>
    <w:rsid w:val="001F6CBA"/>
    <w:rsid w:val="00220C03"/>
    <w:rsid w:val="00221280"/>
    <w:rsid w:val="00236A02"/>
    <w:rsid w:val="002730AA"/>
    <w:rsid w:val="002754C6"/>
    <w:rsid w:val="00281E4D"/>
    <w:rsid w:val="002C7762"/>
    <w:rsid w:val="002D4FBB"/>
    <w:rsid w:val="002D7A2D"/>
    <w:rsid w:val="002F0777"/>
    <w:rsid w:val="002F218B"/>
    <w:rsid w:val="00305DB7"/>
    <w:rsid w:val="00307503"/>
    <w:rsid w:val="00330639"/>
    <w:rsid w:val="003343C0"/>
    <w:rsid w:val="003344BC"/>
    <w:rsid w:val="00334824"/>
    <w:rsid w:val="00351B2B"/>
    <w:rsid w:val="00363577"/>
    <w:rsid w:val="00364F11"/>
    <w:rsid w:val="003846BB"/>
    <w:rsid w:val="00385A47"/>
    <w:rsid w:val="00385F4B"/>
    <w:rsid w:val="003A1F58"/>
    <w:rsid w:val="003B4DF4"/>
    <w:rsid w:val="003E2A75"/>
    <w:rsid w:val="003E498C"/>
    <w:rsid w:val="00431C75"/>
    <w:rsid w:val="004334A6"/>
    <w:rsid w:val="00433D03"/>
    <w:rsid w:val="0043772D"/>
    <w:rsid w:val="004407CF"/>
    <w:rsid w:val="00450CEF"/>
    <w:rsid w:val="004529F0"/>
    <w:rsid w:val="0046536E"/>
    <w:rsid w:val="00476809"/>
    <w:rsid w:val="00480F52"/>
    <w:rsid w:val="004916ED"/>
    <w:rsid w:val="004A49C0"/>
    <w:rsid w:val="004D0788"/>
    <w:rsid w:val="004D2468"/>
    <w:rsid w:val="004E5635"/>
    <w:rsid w:val="004F0DDB"/>
    <w:rsid w:val="004F6DD8"/>
    <w:rsid w:val="005127D4"/>
    <w:rsid w:val="00517D3A"/>
    <w:rsid w:val="00533D73"/>
    <w:rsid w:val="00542B3F"/>
    <w:rsid w:val="00556393"/>
    <w:rsid w:val="00557D19"/>
    <w:rsid w:val="0056321C"/>
    <w:rsid w:val="00565F23"/>
    <w:rsid w:val="0057219C"/>
    <w:rsid w:val="00584D6A"/>
    <w:rsid w:val="005A0043"/>
    <w:rsid w:val="005C74BB"/>
    <w:rsid w:val="005F0D9A"/>
    <w:rsid w:val="0060089C"/>
    <w:rsid w:val="006011CE"/>
    <w:rsid w:val="00603F91"/>
    <w:rsid w:val="006602A5"/>
    <w:rsid w:val="0066322C"/>
    <w:rsid w:val="00676E0E"/>
    <w:rsid w:val="0069372F"/>
    <w:rsid w:val="00697D09"/>
    <w:rsid w:val="006B3AF0"/>
    <w:rsid w:val="006C649C"/>
    <w:rsid w:val="006E3C2D"/>
    <w:rsid w:val="006F2D79"/>
    <w:rsid w:val="006F38C3"/>
    <w:rsid w:val="00710884"/>
    <w:rsid w:val="0072527B"/>
    <w:rsid w:val="007319FE"/>
    <w:rsid w:val="0074233B"/>
    <w:rsid w:val="00744620"/>
    <w:rsid w:val="00752A5F"/>
    <w:rsid w:val="007579B3"/>
    <w:rsid w:val="00757DFD"/>
    <w:rsid w:val="00760465"/>
    <w:rsid w:val="00761B5A"/>
    <w:rsid w:val="007833B5"/>
    <w:rsid w:val="00792E7A"/>
    <w:rsid w:val="007C0CA1"/>
    <w:rsid w:val="007C6B54"/>
    <w:rsid w:val="007D3E85"/>
    <w:rsid w:val="007F30D3"/>
    <w:rsid w:val="0081274B"/>
    <w:rsid w:val="00815F14"/>
    <w:rsid w:val="0083232E"/>
    <w:rsid w:val="00834DD3"/>
    <w:rsid w:val="0084685B"/>
    <w:rsid w:val="00847A15"/>
    <w:rsid w:val="00851912"/>
    <w:rsid w:val="00852A32"/>
    <w:rsid w:val="008548D0"/>
    <w:rsid w:val="0086524B"/>
    <w:rsid w:val="00870C2F"/>
    <w:rsid w:val="00883282"/>
    <w:rsid w:val="008A241D"/>
    <w:rsid w:val="008B66D9"/>
    <w:rsid w:val="008C0EC1"/>
    <w:rsid w:val="008C10E3"/>
    <w:rsid w:val="008C28A6"/>
    <w:rsid w:val="008C48FF"/>
    <w:rsid w:val="008C6AFE"/>
    <w:rsid w:val="008C707F"/>
    <w:rsid w:val="008D508E"/>
    <w:rsid w:val="00902F7F"/>
    <w:rsid w:val="0090479E"/>
    <w:rsid w:val="00911C6B"/>
    <w:rsid w:val="0091508B"/>
    <w:rsid w:val="009323C3"/>
    <w:rsid w:val="009401D4"/>
    <w:rsid w:val="00973298"/>
    <w:rsid w:val="00983142"/>
    <w:rsid w:val="0099674F"/>
    <w:rsid w:val="009A1C33"/>
    <w:rsid w:val="009C0BA5"/>
    <w:rsid w:val="009F63A7"/>
    <w:rsid w:val="00A1608F"/>
    <w:rsid w:val="00A2496E"/>
    <w:rsid w:val="00A4060A"/>
    <w:rsid w:val="00A5544B"/>
    <w:rsid w:val="00A751C2"/>
    <w:rsid w:val="00A760DA"/>
    <w:rsid w:val="00A81F38"/>
    <w:rsid w:val="00A82114"/>
    <w:rsid w:val="00A90236"/>
    <w:rsid w:val="00A93EE5"/>
    <w:rsid w:val="00AA301F"/>
    <w:rsid w:val="00AB689B"/>
    <w:rsid w:val="00AC0180"/>
    <w:rsid w:val="00AD1F51"/>
    <w:rsid w:val="00AD4816"/>
    <w:rsid w:val="00AE08B2"/>
    <w:rsid w:val="00AE7704"/>
    <w:rsid w:val="00B219C7"/>
    <w:rsid w:val="00B23F78"/>
    <w:rsid w:val="00B33A07"/>
    <w:rsid w:val="00B33AB4"/>
    <w:rsid w:val="00B41D8B"/>
    <w:rsid w:val="00B524E5"/>
    <w:rsid w:val="00B6437D"/>
    <w:rsid w:val="00B85EE2"/>
    <w:rsid w:val="00B92A58"/>
    <w:rsid w:val="00B9721E"/>
    <w:rsid w:val="00BA755C"/>
    <w:rsid w:val="00BB3CB8"/>
    <w:rsid w:val="00BC6273"/>
    <w:rsid w:val="00BC7FD0"/>
    <w:rsid w:val="00BD4ECB"/>
    <w:rsid w:val="00BD6FDD"/>
    <w:rsid w:val="00C1094F"/>
    <w:rsid w:val="00C320B7"/>
    <w:rsid w:val="00C37DD9"/>
    <w:rsid w:val="00C56AD2"/>
    <w:rsid w:val="00C8588D"/>
    <w:rsid w:val="00C95BF0"/>
    <w:rsid w:val="00CA558A"/>
    <w:rsid w:val="00CA6692"/>
    <w:rsid w:val="00CB41E9"/>
    <w:rsid w:val="00CB7EE5"/>
    <w:rsid w:val="00CD5D7C"/>
    <w:rsid w:val="00CE6928"/>
    <w:rsid w:val="00CE7260"/>
    <w:rsid w:val="00CF32C2"/>
    <w:rsid w:val="00D21BDD"/>
    <w:rsid w:val="00D64219"/>
    <w:rsid w:val="00D77933"/>
    <w:rsid w:val="00D86A1F"/>
    <w:rsid w:val="00D9027F"/>
    <w:rsid w:val="00D93141"/>
    <w:rsid w:val="00DB3D26"/>
    <w:rsid w:val="00DD37CF"/>
    <w:rsid w:val="00DF6A92"/>
    <w:rsid w:val="00E104BE"/>
    <w:rsid w:val="00E16146"/>
    <w:rsid w:val="00E229D1"/>
    <w:rsid w:val="00E27B33"/>
    <w:rsid w:val="00E35529"/>
    <w:rsid w:val="00E45FE5"/>
    <w:rsid w:val="00E53C84"/>
    <w:rsid w:val="00E7415A"/>
    <w:rsid w:val="00E74337"/>
    <w:rsid w:val="00E77374"/>
    <w:rsid w:val="00E87416"/>
    <w:rsid w:val="00EC18AA"/>
    <w:rsid w:val="00EC197C"/>
    <w:rsid w:val="00EC4D1B"/>
    <w:rsid w:val="00F143F5"/>
    <w:rsid w:val="00F258BA"/>
    <w:rsid w:val="00F3637F"/>
    <w:rsid w:val="00F625CC"/>
    <w:rsid w:val="00F91B9A"/>
    <w:rsid w:val="00F949E1"/>
    <w:rsid w:val="00FA5E04"/>
    <w:rsid w:val="00FB2556"/>
    <w:rsid w:val="00FC0A13"/>
    <w:rsid w:val="00FF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1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D1F5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32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rsid w:val="0046536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93EE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93EE5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nzo.tascheri@ifop.cl" TargetMode="Externa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laire\Application%20Data\Microsoft\Templates\rec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954EF66185E4E995A891C8C80F2C4" ma:contentTypeVersion="0" ma:contentTypeDescription="Create a new document." ma:contentTypeScope="" ma:versionID="97cf21efd6e03a9297e957c35e1e7e5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E68FF87-3881-4EBB-8348-AA3EDC21734A}"/>
</file>

<file path=customXml/itemProps2.xml><?xml version="1.0" encoding="utf-8"?>
<ds:datastoreItem xmlns:ds="http://schemas.openxmlformats.org/officeDocument/2006/customXml" ds:itemID="{5ADB0DFC-FE65-4F7B-93A6-865887FB3D5B}"/>
</file>

<file path=customXml/itemProps3.xml><?xml version="1.0" encoding="utf-8"?>
<ds:datastoreItem xmlns:ds="http://schemas.openxmlformats.org/officeDocument/2006/customXml" ds:itemID="{051E7B75-2802-458A-8CFC-5388D1656141}"/>
</file>

<file path=docProps/app.xml><?xml version="1.0" encoding="utf-8"?>
<Properties xmlns="http://schemas.openxmlformats.org/officeDocument/2006/extended-properties" xmlns:vt="http://schemas.openxmlformats.org/officeDocument/2006/docPropsVTypes">
  <Template>recs.dot</Template>
  <TotalTime>52</TotalTime>
  <Pages>4</Pages>
  <Words>671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Claire</cp:lastModifiedBy>
  <cp:revision>15</cp:revision>
  <dcterms:created xsi:type="dcterms:W3CDTF">2011-02-03T09:17:00Z</dcterms:created>
  <dcterms:modified xsi:type="dcterms:W3CDTF">2011-02-21T14:14:00Z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0x010100F90954EF66185E4E995A891C8C80F2C4</vt:lpwstr>
  </property>
</Properties>
</file>